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9D9" w:rsidRDefault="005909D9" w:rsidP="005909D9">
      <w:pPr>
        <w:rPr>
          <w:sz w:val="32"/>
          <w:szCs w:val="32"/>
        </w:rPr>
      </w:pPr>
      <w:r w:rsidRPr="008273DD">
        <w:rPr>
          <w:sz w:val="32"/>
          <w:szCs w:val="32"/>
        </w:rPr>
        <w:t>Name:</w:t>
      </w:r>
      <w:r w:rsidR="008F2736">
        <w:rPr>
          <w:sz w:val="32"/>
          <w:szCs w:val="32"/>
        </w:rPr>
        <w:t xml:space="preserve"> __________________________</w:t>
      </w:r>
      <w:r w:rsidR="008F2736">
        <w:rPr>
          <w:sz w:val="32"/>
          <w:szCs w:val="32"/>
        </w:rPr>
        <w:tab/>
      </w:r>
      <w:r w:rsidRPr="008273DD">
        <w:rPr>
          <w:sz w:val="32"/>
          <w:szCs w:val="32"/>
        </w:rPr>
        <w:t>Klasse: _________</w:t>
      </w:r>
    </w:p>
    <w:p w:rsidR="005909D9" w:rsidRPr="008273DD" w:rsidRDefault="005909D9" w:rsidP="005909D9">
      <w:pPr>
        <w:rPr>
          <w:sz w:val="32"/>
          <w:szCs w:val="32"/>
        </w:rPr>
      </w:pPr>
    </w:p>
    <w:p w:rsidR="00D05412" w:rsidRPr="005C626C" w:rsidRDefault="00D05412" w:rsidP="00D05412">
      <w:pPr>
        <w:pStyle w:val="berschrift4"/>
        <w:rPr>
          <w:sz w:val="32"/>
          <w:szCs w:val="32"/>
        </w:rPr>
      </w:pPr>
      <w:r w:rsidRPr="005C626C">
        <w:rPr>
          <w:sz w:val="32"/>
          <w:szCs w:val="32"/>
        </w:rPr>
        <w:t xml:space="preserve">Aufgabe </w:t>
      </w:r>
      <w:r w:rsidR="008F0942">
        <w:rPr>
          <w:sz w:val="32"/>
          <w:szCs w:val="32"/>
        </w:rPr>
        <w:t>6</w:t>
      </w:r>
      <w:r w:rsidR="00473347">
        <w:rPr>
          <w:sz w:val="32"/>
          <w:szCs w:val="32"/>
        </w:rPr>
        <w:t>a</w:t>
      </w:r>
    </w:p>
    <w:p w:rsidR="00A82E4E" w:rsidRPr="00774E83" w:rsidRDefault="00176308" w:rsidP="005C626C">
      <w:pPr>
        <w:pStyle w:val="Linien"/>
        <w:spacing w:line="360" w:lineRule="auto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592895</wp:posOffset>
                </wp:positionH>
                <wp:positionV relativeFrom="paragraph">
                  <wp:posOffset>950888</wp:posOffset>
                </wp:positionV>
                <wp:extent cx="5737078" cy="3662973"/>
                <wp:effectExtent l="0" t="0" r="16510" b="0"/>
                <wp:wrapNone/>
                <wp:docPr id="31" name="Gruppieren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7078" cy="3662973"/>
                          <a:chOff x="0" y="0"/>
                          <a:chExt cx="5737078" cy="3662973"/>
                        </a:xfrm>
                      </wpg:grpSpPr>
                      <wpg:grpSp>
                        <wpg:cNvPr id="8" name="Gruppieren 8"/>
                        <wpg:cNvGrpSpPr/>
                        <wpg:grpSpPr>
                          <a:xfrm>
                            <a:off x="1289538" y="0"/>
                            <a:ext cx="4447540" cy="3044825"/>
                            <a:chOff x="0" y="0"/>
                            <a:chExt cx="4447540" cy="3044825"/>
                          </a:xfrm>
                        </wpg:grpSpPr>
                        <wps:wsp>
                          <wps:cNvPr id="1" name="Freihandform 1"/>
                          <wps:cNvSpPr/>
                          <wps:spPr>
                            <a:xfrm>
                              <a:off x="0" y="1562100"/>
                              <a:ext cx="1778000" cy="1482725"/>
                            </a:xfrm>
                            <a:custGeom>
                              <a:avLst/>
                              <a:gdLst>
                                <a:gd name="connsiteX0" fmla="*/ 6350 w 1778000"/>
                                <a:gd name="connsiteY0" fmla="*/ 0 h 1482725"/>
                                <a:gd name="connsiteX1" fmla="*/ 158750 w 1778000"/>
                                <a:gd name="connsiteY1" fmla="*/ 0 h 1482725"/>
                                <a:gd name="connsiteX2" fmla="*/ 158750 w 1778000"/>
                                <a:gd name="connsiteY2" fmla="*/ 1330325 h 1482725"/>
                                <a:gd name="connsiteX3" fmla="*/ 1628775 w 1778000"/>
                                <a:gd name="connsiteY3" fmla="*/ 1330325 h 1482725"/>
                                <a:gd name="connsiteX4" fmla="*/ 1628775 w 1778000"/>
                                <a:gd name="connsiteY4" fmla="*/ 9525 h 1482725"/>
                                <a:gd name="connsiteX5" fmla="*/ 1778000 w 1778000"/>
                                <a:gd name="connsiteY5" fmla="*/ 9525 h 1482725"/>
                                <a:gd name="connsiteX6" fmla="*/ 1778000 w 1778000"/>
                                <a:gd name="connsiteY6" fmla="*/ 1482725 h 1482725"/>
                                <a:gd name="connsiteX7" fmla="*/ 0 w 1778000"/>
                                <a:gd name="connsiteY7" fmla="*/ 1482725 h 1482725"/>
                                <a:gd name="connsiteX8" fmla="*/ 6350 w 1778000"/>
                                <a:gd name="connsiteY8" fmla="*/ 0 h 14827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778000" h="1482725">
                                  <a:moveTo>
                                    <a:pt x="6350" y="0"/>
                                  </a:moveTo>
                                  <a:lnTo>
                                    <a:pt x="158750" y="0"/>
                                  </a:lnTo>
                                  <a:lnTo>
                                    <a:pt x="158750" y="1330325"/>
                                  </a:lnTo>
                                  <a:lnTo>
                                    <a:pt x="1628775" y="1330325"/>
                                  </a:lnTo>
                                  <a:lnTo>
                                    <a:pt x="1628775" y="9525"/>
                                  </a:lnTo>
                                  <a:lnTo>
                                    <a:pt x="1778000" y="9525"/>
                                  </a:lnTo>
                                  <a:lnTo>
                                    <a:pt x="1778000" y="1482725"/>
                                  </a:lnTo>
                                  <a:lnTo>
                                    <a:pt x="0" y="1482725"/>
                                  </a:lnTo>
                                  <a:cubicBezTo>
                                    <a:pt x="2117" y="988483"/>
                                    <a:pt x="4233" y="494242"/>
                                    <a:pt x="63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Freihandform 4"/>
                          <wps:cNvSpPr/>
                          <wps:spPr>
                            <a:xfrm>
                              <a:off x="1771650" y="26670"/>
                              <a:ext cx="2665231" cy="3015916"/>
                            </a:xfrm>
                            <a:custGeom>
                              <a:avLst/>
                              <a:gdLst>
                                <a:gd name="connsiteX0" fmla="*/ 0 w 2662990"/>
                                <a:gd name="connsiteY0" fmla="*/ 3015916 h 3015916"/>
                                <a:gd name="connsiteX1" fmla="*/ 0 w 2662990"/>
                                <a:gd name="connsiteY1" fmla="*/ 1536032 h 3015916"/>
                                <a:gd name="connsiteX2" fmla="*/ 2662990 w 2662990"/>
                                <a:gd name="connsiteY2" fmla="*/ 0 h 3015916"/>
                                <a:gd name="connsiteX3" fmla="*/ 2662990 w 2662990"/>
                                <a:gd name="connsiteY3" fmla="*/ 1471863 h 3015916"/>
                                <a:gd name="connsiteX4" fmla="*/ 0 w 2662990"/>
                                <a:gd name="connsiteY4" fmla="*/ 3015916 h 3015916"/>
                                <a:gd name="connsiteX0" fmla="*/ 2241 w 2665231"/>
                                <a:gd name="connsiteY0" fmla="*/ 3015916 h 3015916"/>
                                <a:gd name="connsiteX1" fmla="*/ 0 w 2665231"/>
                                <a:gd name="connsiteY1" fmla="*/ 1549481 h 3015916"/>
                                <a:gd name="connsiteX2" fmla="*/ 2665231 w 2665231"/>
                                <a:gd name="connsiteY2" fmla="*/ 0 h 3015916"/>
                                <a:gd name="connsiteX3" fmla="*/ 2665231 w 2665231"/>
                                <a:gd name="connsiteY3" fmla="*/ 1471863 h 3015916"/>
                                <a:gd name="connsiteX4" fmla="*/ 2241 w 2665231"/>
                                <a:gd name="connsiteY4" fmla="*/ 3015916 h 30159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665231" h="3015916">
                                  <a:moveTo>
                                    <a:pt x="2241" y="3015916"/>
                                  </a:moveTo>
                                  <a:lnTo>
                                    <a:pt x="0" y="1549481"/>
                                  </a:lnTo>
                                  <a:lnTo>
                                    <a:pt x="2665231" y="0"/>
                                  </a:lnTo>
                                  <a:lnTo>
                                    <a:pt x="2665231" y="1471863"/>
                                  </a:lnTo>
                                  <a:lnTo>
                                    <a:pt x="2241" y="30159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Freihandform 5"/>
                          <wps:cNvSpPr/>
                          <wps:spPr>
                            <a:xfrm>
                              <a:off x="1623060" y="11430"/>
                              <a:ext cx="2824480" cy="1564640"/>
                            </a:xfrm>
                            <a:custGeom>
                              <a:avLst/>
                              <a:gdLst>
                                <a:gd name="connsiteX0" fmla="*/ 0 w 2824480"/>
                                <a:gd name="connsiteY0" fmla="*/ 1557020 h 1564640"/>
                                <a:gd name="connsiteX1" fmla="*/ 2684780 w 2824480"/>
                                <a:gd name="connsiteY1" fmla="*/ 0 h 1564640"/>
                                <a:gd name="connsiteX2" fmla="*/ 2824480 w 2824480"/>
                                <a:gd name="connsiteY2" fmla="*/ 0 h 1564640"/>
                                <a:gd name="connsiteX3" fmla="*/ 142240 w 2824480"/>
                                <a:gd name="connsiteY3" fmla="*/ 1564640 h 1564640"/>
                                <a:gd name="connsiteX4" fmla="*/ 0 w 2824480"/>
                                <a:gd name="connsiteY4" fmla="*/ 1557020 h 1564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824480" h="1564640">
                                  <a:moveTo>
                                    <a:pt x="0" y="1557020"/>
                                  </a:moveTo>
                                  <a:lnTo>
                                    <a:pt x="2684780" y="0"/>
                                  </a:lnTo>
                                  <a:lnTo>
                                    <a:pt x="2824480" y="0"/>
                                  </a:lnTo>
                                  <a:lnTo>
                                    <a:pt x="142240" y="1564640"/>
                                  </a:lnTo>
                                  <a:lnTo>
                                    <a:pt x="0" y="1557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Freihandform 6"/>
                          <wps:cNvSpPr/>
                          <wps:spPr>
                            <a:xfrm>
                              <a:off x="15240" y="0"/>
                              <a:ext cx="2824480" cy="1564640"/>
                            </a:xfrm>
                            <a:custGeom>
                              <a:avLst/>
                              <a:gdLst>
                                <a:gd name="connsiteX0" fmla="*/ 0 w 2824480"/>
                                <a:gd name="connsiteY0" fmla="*/ 1557020 h 1564640"/>
                                <a:gd name="connsiteX1" fmla="*/ 2684780 w 2824480"/>
                                <a:gd name="connsiteY1" fmla="*/ 0 h 1564640"/>
                                <a:gd name="connsiteX2" fmla="*/ 2824480 w 2824480"/>
                                <a:gd name="connsiteY2" fmla="*/ 0 h 1564640"/>
                                <a:gd name="connsiteX3" fmla="*/ 142240 w 2824480"/>
                                <a:gd name="connsiteY3" fmla="*/ 1564640 h 1564640"/>
                                <a:gd name="connsiteX4" fmla="*/ 0 w 2824480"/>
                                <a:gd name="connsiteY4" fmla="*/ 1557020 h 1564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824480" h="1564640">
                                  <a:moveTo>
                                    <a:pt x="0" y="1557020"/>
                                  </a:moveTo>
                                  <a:lnTo>
                                    <a:pt x="2684780" y="0"/>
                                  </a:lnTo>
                                  <a:lnTo>
                                    <a:pt x="2824480" y="0"/>
                                  </a:lnTo>
                                  <a:lnTo>
                                    <a:pt x="142240" y="1564640"/>
                                  </a:lnTo>
                                  <a:lnTo>
                                    <a:pt x="0" y="1557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Freihandform 7"/>
                          <wps:cNvSpPr/>
                          <wps:spPr>
                            <a:xfrm>
                              <a:off x="167640" y="11430"/>
                              <a:ext cx="2678430" cy="2895600"/>
                            </a:xfrm>
                            <a:custGeom>
                              <a:avLst/>
                              <a:gdLst>
                                <a:gd name="connsiteX0" fmla="*/ 0 w 2678430"/>
                                <a:gd name="connsiteY0" fmla="*/ 2872740 h 2895600"/>
                                <a:gd name="connsiteX1" fmla="*/ 0 w 2678430"/>
                                <a:gd name="connsiteY1" fmla="*/ 1562100 h 2895600"/>
                                <a:gd name="connsiteX2" fmla="*/ 2678430 w 2678430"/>
                                <a:gd name="connsiteY2" fmla="*/ 0 h 2895600"/>
                                <a:gd name="connsiteX3" fmla="*/ 2678430 w 2678430"/>
                                <a:gd name="connsiteY3" fmla="*/ 842010 h 2895600"/>
                                <a:gd name="connsiteX4" fmla="*/ 1459230 w 2678430"/>
                                <a:gd name="connsiteY4" fmla="*/ 1550670 h 2895600"/>
                                <a:gd name="connsiteX5" fmla="*/ 1459230 w 2678430"/>
                                <a:gd name="connsiteY5" fmla="*/ 2895600 h 2895600"/>
                                <a:gd name="connsiteX6" fmla="*/ 0 w 2678430"/>
                                <a:gd name="connsiteY6" fmla="*/ 2872740 h 28956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678430" h="2895600">
                                  <a:moveTo>
                                    <a:pt x="0" y="2872740"/>
                                  </a:moveTo>
                                  <a:lnTo>
                                    <a:pt x="0" y="1562100"/>
                                  </a:lnTo>
                                  <a:lnTo>
                                    <a:pt x="2678430" y="0"/>
                                  </a:lnTo>
                                  <a:lnTo>
                                    <a:pt x="2678430" y="842010"/>
                                  </a:lnTo>
                                  <a:lnTo>
                                    <a:pt x="1459230" y="1550670"/>
                                  </a:lnTo>
                                  <a:lnTo>
                                    <a:pt x="1459230" y="2895600"/>
                                  </a:lnTo>
                                  <a:lnTo>
                                    <a:pt x="0" y="28727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Freihandform 2"/>
                          <wps:cNvSpPr/>
                          <wps:spPr>
                            <a:xfrm>
                              <a:off x="171450" y="2042160"/>
                              <a:ext cx="1457325" cy="857885"/>
                            </a:xfrm>
                            <a:custGeom>
                              <a:avLst/>
                              <a:gdLst>
                                <a:gd name="connsiteX0" fmla="*/ 0 w 1457740"/>
                                <a:gd name="connsiteY0" fmla="*/ 844826 h 851452"/>
                                <a:gd name="connsiteX1" fmla="*/ 1457740 w 1457740"/>
                                <a:gd name="connsiteY1" fmla="*/ 0 h 851452"/>
                                <a:gd name="connsiteX2" fmla="*/ 1457740 w 1457740"/>
                                <a:gd name="connsiteY2" fmla="*/ 851452 h 851452"/>
                                <a:gd name="connsiteX3" fmla="*/ 0 w 1457740"/>
                                <a:gd name="connsiteY3" fmla="*/ 844826 h 8514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457740" h="851452">
                                  <a:moveTo>
                                    <a:pt x="0" y="844826"/>
                                  </a:moveTo>
                                  <a:lnTo>
                                    <a:pt x="1457740" y="0"/>
                                  </a:lnTo>
                                  <a:lnTo>
                                    <a:pt x="1457740" y="851452"/>
                                  </a:lnTo>
                                  <a:lnTo>
                                    <a:pt x="0" y="8448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6" name="Gruppieren 26"/>
                        <wpg:cNvGrpSpPr/>
                        <wpg:grpSpPr>
                          <a:xfrm>
                            <a:off x="844061" y="1172308"/>
                            <a:ext cx="2668987" cy="2303166"/>
                            <a:chOff x="0" y="0"/>
                            <a:chExt cx="2668987" cy="2303166"/>
                          </a:xfrm>
                        </wpg:grpSpPr>
                        <wpg:grpSp>
                          <wpg:cNvPr id="16" name="Gruppieren 16"/>
                          <wpg:cNvGrpSpPr/>
                          <wpg:grpSpPr>
                            <a:xfrm>
                              <a:off x="0" y="0"/>
                              <a:ext cx="2656594" cy="2303166"/>
                              <a:chOff x="0" y="0"/>
                              <a:chExt cx="2656594" cy="2303166"/>
                            </a:xfrm>
                          </wpg:grpSpPr>
                          <wps:wsp>
                            <wps:cNvPr id="9" name="Gerader Verbinder 9"/>
                            <wps:cNvCnPr/>
                            <wps:spPr>
                              <a:xfrm>
                                <a:off x="449825" y="4916"/>
                                <a:ext cx="0" cy="378759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" name="Gerader Verbinder 10"/>
                            <wps:cNvCnPr/>
                            <wps:spPr>
                              <a:xfrm>
                                <a:off x="602225" y="0"/>
                                <a:ext cx="0" cy="30226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" name="Gerader Verbinder 11"/>
                            <wps:cNvCnPr/>
                            <wps:spPr>
                              <a:xfrm>
                                <a:off x="607142" y="1885336"/>
                                <a:ext cx="0" cy="41783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" name="Gerader Verbinder 12"/>
                            <wps:cNvCnPr/>
                            <wps:spPr>
                              <a:xfrm>
                                <a:off x="2077064" y="1880419"/>
                                <a:ext cx="0" cy="42227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" name="Gerader Verbinder 13"/>
                            <wps:cNvCnPr/>
                            <wps:spPr>
                              <a:xfrm flipH="1">
                                <a:off x="2217174" y="1863213"/>
                                <a:ext cx="439420" cy="381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" name="Gerader Verbinder 14"/>
                            <wps:cNvCnPr/>
                            <wps:spPr>
                              <a:xfrm flipH="1">
                                <a:off x="4916" y="1868129"/>
                                <a:ext cx="439420" cy="381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" name="Gerader Verbinder 15"/>
                            <wps:cNvCnPr/>
                            <wps:spPr>
                              <a:xfrm flipH="1">
                                <a:off x="0" y="1723103"/>
                                <a:ext cx="439420" cy="381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7" name="Gerade Verbindung mit Pfeil 17"/>
                          <wps:cNvCnPr/>
                          <wps:spPr>
                            <a:xfrm flipV="1">
                              <a:off x="66367" y="14748"/>
                              <a:ext cx="385445" cy="254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Gerade Verbindung mit Pfeil 19"/>
                          <wps:cNvCnPr/>
                          <wps:spPr>
                            <a:xfrm>
                              <a:off x="1762432" y="2295832"/>
                              <a:ext cx="318770" cy="1905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Gerade Verbindung mit Pfeil 21"/>
                          <wps:cNvCnPr/>
                          <wps:spPr>
                            <a:xfrm flipH="1">
                              <a:off x="614516" y="2295832"/>
                              <a:ext cx="380365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Gerade Verbindung mit Pfeil 22"/>
                          <wps:cNvCnPr/>
                          <wps:spPr>
                            <a:xfrm flipH="1">
                              <a:off x="619432" y="14748"/>
                              <a:ext cx="380365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Gerade Verbindung mit Pfeil 23"/>
                          <wps:cNvCnPr/>
                          <wps:spPr>
                            <a:xfrm flipH="1">
                              <a:off x="9832" y="1369142"/>
                              <a:ext cx="4916" cy="346587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Gerade Verbindung mit Pfeil 24"/>
                          <wps:cNvCnPr/>
                          <wps:spPr>
                            <a:xfrm flipH="1">
                              <a:off x="2664542" y="1622323"/>
                              <a:ext cx="4445" cy="262255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Gerade Verbindung mit Pfeil 25"/>
                          <wps:cNvCnPr/>
                          <wps:spPr>
                            <a:xfrm flipV="1">
                              <a:off x="12290" y="1873045"/>
                              <a:ext cx="0" cy="33147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0" name="Gruppieren 30"/>
                        <wpg:cNvGrpSpPr/>
                        <wpg:grpSpPr>
                          <a:xfrm>
                            <a:off x="0" y="838200"/>
                            <a:ext cx="2672324" cy="2824773"/>
                            <a:chOff x="0" y="0"/>
                            <a:chExt cx="2672324" cy="2824773"/>
                          </a:xfrm>
                        </wpg:grpSpPr>
                        <wps:wsp>
                          <wps:cNvPr id="2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11569" y="2450123"/>
                              <a:ext cx="960755" cy="3746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76308" w:rsidRPr="00473347" w:rsidRDefault="00176308" w:rsidP="00176308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10 cm</w:t>
                                </w:r>
                              </w:p>
                              <w:p w:rsidR="00176308" w:rsidRDefault="00176308" w:rsidP="00176308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8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916723"/>
                              <a:ext cx="960755" cy="3746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76308" w:rsidRPr="00473347" w:rsidRDefault="00176308" w:rsidP="00176308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1</w:t>
                                </w:r>
                                <w:r>
                                  <w:rPr>
                                    <w:sz w:val="32"/>
                                    <w:szCs w:val="32"/>
                                  </w:rPr>
                                  <w:t xml:space="preserve"> cm</w:t>
                                </w:r>
                              </w:p>
                              <w:p w:rsidR="00176308" w:rsidRDefault="00176308" w:rsidP="00176308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0953" y="0"/>
                              <a:ext cx="960755" cy="3746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76308" w:rsidRPr="00473347" w:rsidRDefault="00176308" w:rsidP="00176308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1 cm</w:t>
                                </w:r>
                              </w:p>
                              <w:p w:rsidR="00176308" w:rsidRDefault="00176308" w:rsidP="00176308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31" o:spid="_x0000_s1026" style="position:absolute;margin-left:46.7pt;margin-top:74.85pt;width:451.75pt;height:288.4pt;z-index:251697152" coordsize="57370,36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">
                <v:group id="Gruppieren 8" o:spid="_x0000_s1027" style="position:absolute;left:12895;width:44475;height:30448" coordsize="44475,30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ihandform 1" o:spid="_x0000_s1028" style="position:absolute;top:15621;width:17780;height:14827;visibility:visible;mso-wrap-style:square;v-text-anchor:middle" coordsize="1778000,1482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" path="m6350,l158750,r,1330325l1628775,1330325r,-1320800l1778000,9525r,1473200l,1482725c2117,988483,4233,494242,6350,xe" fillcolor="red" strokecolor="black [3213]" strokeweight="2pt">
                    <v:path arrowok="t" o:connecttype="custom" o:connectlocs="6350,0;158750,0;158750,1330325;1628775,1330325;1628775,9525;1778000,9525;1778000,1482725;0,1482725;6350,0" o:connectangles="0,0,0,0,0,0,0,0,0"/>
                  </v:shape>
                  <v:shape id="Freihandform 4" o:spid="_x0000_s1029" style="position:absolute;left:17716;top:266;width:26652;height:30159;visibility:visible;mso-wrap-style:square;v-text-anchor:middle" coordsize="2665231,3015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" path="m2241,3015916l,1549481,2665231,r,1471863l2241,3015916xe" fillcolor="#a5a5a5 [2092]" strokecolor="black [3213]" strokeweight="2pt">
                    <v:path arrowok="t" o:connecttype="custom" o:connectlocs="2241,3015916;0,1549481;2665231,0;2665231,1471863;2241,3015916" o:connectangles="0,0,0,0,0"/>
                  </v:shape>
                  <v:shape id="Freihandform 5" o:spid="_x0000_s1030" style="position:absolute;left:16230;top:114;width:28245;height:15646;visibility:visible;mso-wrap-style:square;v-text-anchor:middle" coordsize="2824480,1564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" path="m,1557020l2684780,r139700,l142240,1564640,,1557020xe" fillcolor="#a5a5a5 [2092]" strokecolor="black [3213]" strokeweight="2pt">
                    <v:path arrowok="t" o:connecttype="custom" o:connectlocs="0,1557020;2684780,0;2824480,0;142240,1564640;0,1557020" o:connectangles="0,0,0,0,0"/>
                  </v:shape>
                  <v:shape id="Freihandform 6" o:spid="_x0000_s1031" style="position:absolute;left:152;width:28245;height:15646;visibility:visible;mso-wrap-style:square;v-text-anchor:middle" coordsize="2824480,1564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" path="m,1557020l2684780,r139700,l142240,1564640,,1557020xe" fillcolor="#a5a5a5 [2092]" strokecolor="black [3213]" strokeweight="2pt">
                    <v:path arrowok="t" o:connecttype="custom" o:connectlocs="0,1557020;2684780,0;2824480,0;142240,1564640;0,1557020" o:connectangles="0,0,0,0,0"/>
                  </v:shape>
                  <v:shape id="Freihandform 7" o:spid="_x0000_s1032" style="position:absolute;left:1676;top:114;width:26784;height:28956;visibility:visible;mso-wrap-style:square;v-text-anchor:middle" coordsize="2678430,2895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" path="m,2872740l,1562100,2678430,r,842010l1459230,1550670r,1344930l,2872740xe" fillcolor="#bfbfbf [2412]" strokecolor="black [3213]" strokeweight="2pt">
                    <v:path arrowok="t" o:connecttype="custom" o:connectlocs="0,2872740;0,1562100;2678430,0;2678430,842010;1459230,1550670;1459230,2895600;0,2872740" o:connectangles="0,0,0,0,0,0,0"/>
                  </v:shape>
                  <v:shape id="Freihandform 2" o:spid="_x0000_s1033" style="position:absolute;left:1714;top:20421;width:14573;height:8579;visibility:visible;mso-wrap-style:square;v-text-anchor:middle" coordsize="1457740,851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" path="m,844826l1457740,r,851452l,844826xe" fillcolor="#f2f2f2 [3052]" strokecolor="black [3213]" strokeweight="2pt">
                    <v:path arrowok="t" o:connecttype="custom" o:connectlocs="0,851209;1457325,0;1457325,857885;0,851209" o:connectangles="0,0,0,0"/>
                  </v:shape>
                </v:group>
                <v:group id="Gruppieren 26" o:spid="_x0000_s1034" style="position:absolute;left:8440;top:11723;width:26690;height:23031" coordsize="26689,23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group id="Gruppieren 16" o:spid="_x0000_s1035" style="position:absolute;width:26565;height:23031" coordsize="26565,23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line id="Gerader Verbinder 9" o:spid="_x0000_s1036" style="position:absolute;visibility:visible;mso-wrap-style:square" from="4498,49" to="4498,3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" strokecolor="black [3213]" strokeweight="3pt">
                      <v:stroke dashstyle="1 1"/>
                    </v:line>
                    <v:line id="Gerader Verbinder 10" o:spid="_x0000_s1037" style="position:absolute;visibility:visible;mso-wrap-style:square" from="6022,0" to="6022,3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" strokecolor="black [3213]" strokeweight="3pt">
                      <v:stroke dashstyle="1 1"/>
                    </v:line>
                    <v:line id="Gerader Verbinder 11" o:spid="_x0000_s1038" style="position:absolute;visibility:visible;mso-wrap-style:square" from="6071,18853" to="6071,230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" strokecolor="black [3213]" strokeweight="3pt">
                      <v:stroke dashstyle="1 1"/>
                    </v:line>
                    <v:line id="Gerader Verbinder 12" o:spid="_x0000_s1039" style="position:absolute;visibility:visible;mso-wrap-style:square" from="20770,18804" to="20770,230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" strokecolor="black [3213]" strokeweight="3pt">
                      <v:stroke dashstyle="1 1"/>
                    </v:line>
                    <v:line id="Gerader Verbinder 13" o:spid="_x0000_s1040" style="position:absolute;flip:x;visibility:visible;mso-wrap-style:square" from="22171,18632" to="26565,18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" strokecolor="black [3213]" strokeweight="3pt">
                      <v:stroke dashstyle="1 1"/>
                    </v:line>
                    <v:line id="Gerader Verbinder 14" o:spid="_x0000_s1041" style="position:absolute;flip:x;visibility:visible;mso-wrap-style:square" from="49,18681" to="4443,18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" strokecolor="black [3213]" strokeweight="3pt">
                      <v:stroke dashstyle="1 1"/>
                    </v:line>
                    <v:line id="Gerader Verbinder 15" o:spid="_x0000_s1042" style="position:absolute;flip:x;visibility:visible;mso-wrap-style:square" from="0,17231" to="4394,17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" strokecolor="black [3213]" strokeweight="3pt">
                      <v:stroke dashstyle="1 1"/>
                    </v:line>
                  </v:group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17" o:spid="_x0000_s1043" type="#_x0000_t32" style="position:absolute;left:663;top:147;width:3855;height:2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" strokecolor="black [3213]" strokeweight="3pt">
                    <v:stroke endarrow="block"/>
                  </v:shape>
                  <v:shape id="Gerade Verbindung mit Pfeil 19" o:spid="_x0000_s1044" type="#_x0000_t32" style="position:absolute;left:17624;top:22958;width:3188;height: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" strokecolor="black [3213]" strokeweight="3pt">
                    <v:stroke endarrow="block"/>
                  </v:shape>
                  <v:shape id="Gerade Verbindung mit Pfeil 21" o:spid="_x0000_s1045" type="#_x0000_t32" style="position:absolute;left:6145;top:22958;width:3803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" strokecolor="black [3213]" strokeweight="3pt">
                    <v:stroke endarrow="block"/>
                  </v:shape>
                  <v:shape id="Gerade Verbindung mit Pfeil 22" o:spid="_x0000_s1046" type="#_x0000_t32" style="position:absolute;left:6194;top:147;width:3803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" strokecolor="black [3213]" strokeweight="3pt">
                    <v:stroke endarrow="block"/>
                  </v:shape>
                  <v:shape id="Gerade Verbindung mit Pfeil 23" o:spid="_x0000_s1047" type="#_x0000_t32" style="position:absolute;left:98;top:13691;width:49;height:346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" strokecolor="black [3213]" strokeweight="3pt">
                    <v:stroke endarrow="block"/>
                  </v:shape>
                  <v:shape id="Gerade Verbindung mit Pfeil 24" o:spid="_x0000_s1048" type="#_x0000_t32" style="position:absolute;left:26645;top:16223;width:44;height:262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" strokecolor="black [3213]" strokeweight="3pt">
                    <v:stroke endarrow="block"/>
                  </v:shape>
                  <v:shape id="Gerade Verbindung mit Pfeil 25" o:spid="_x0000_s1049" type="#_x0000_t32" style="position:absolute;left:122;top:18730;width:0;height:331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" strokecolor="black [3213]" strokeweight="3pt">
                    <v:stroke endarrow="block"/>
                  </v:shape>
                </v:group>
                <v:group id="Gruppieren 30" o:spid="_x0000_s1050" style="position:absolute;top:8382;width:26723;height:28247" coordsize="26723,28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51" type="#_x0000_t202" style="position:absolute;left:17115;top:24501;width:9608;height:3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<v:textbox>
                      <w:txbxContent>
                        <w:p w:rsidR="00176308" w:rsidRPr="00473347" w:rsidRDefault="00176308" w:rsidP="00176308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10 cm</w:t>
                          </w:r>
                        </w:p>
                        <w:p w:rsidR="00176308" w:rsidRDefault="00176308" w:rsidP="00176308"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_x0000_s1052" type="#_x0000_t202" style="position:absolute;top:19167;width:9607;height:3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  <v:textbox>
                      <w:txbxContent>
                        <w:p w:rsidR="00176308" w:rsidRPr="00473347" w:rsidRDefault="00176308" w:rsidP="00176308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sz w:val="32"/>
                              <w:szCs w:val="32"/>
                            </w:rPr>
                            <w:t xml:space="preserve"> cm</w:t>
                          </w:r>
                        </w:p>
                        <w:p w:rsidR="00176308" w:rsidRDefault="00176308" w:rsidP="00176308"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_x0000_s1053" type="#_x0000_t202" style="position:absolute;left:8909;width:9608;height:3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  <v:textbox>
                      <w:txbxContent>
                        <w:p w:rsidR="00176308" w:rsidRPr="00473347" w:rsidRDefault="00176308" w:rsidP="00176308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1 cm</w:t>
                          </w:r>
                        </w:p>
                        <w:p w:rsidR="00176308" w:rsidRDefault="00176308" w:rsidP="00176308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1D34C5" w:rsidRPr="001D34C5">
        <w:rPr>
          <w:sz w:val="32"/>
          <w:szCs w:val="32"/>
        </w:rPr>
        <w:t>Die Abbildung zeigt einen Metallträger mit einer Länge von 250 cm.</w:t>
      </w:r>
      <w:bookmarkStart w:id="0" w:name="_GoBack"/>
      <w:bookmarkEnd w:id="0"/>
      <w:r w:rsidR="00473347">
        <w:rPr>
          <w:noProof/>
        </w:rPr>
        <mc:AlternateContent>
          <mc:Choice Requires="wps">
            <w:drawing>
              <wp:anchor distT="45720" distB="45720" distL="114300" distR="114300" simplePos="0" relativeHeight="251653120" behindDoc="0" locked="0" layoutInCell="1" allowOverlap="1" wp14:anchorId="47029F4A" wp14:editId="4AA5A988">
                <wp:simplePos x="0" y="0"/>
                <wp:positionH relativeFrom="margin">
                  <wp:posOffset>6616700</wp:posOffset>
                </wp:positionH>
                <wp:positionV relativeFrom="paragraph">
                  <wp:posOffset>2928711</wp:posOffset>
                </wp:positionV>
                <wp:extent cx="2840990" cy="434975"/>
                <wp:effectExtent l="0" t="0" r="0" b="3175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0990" cy="43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347" w:rsidRPr="00473347" w:rsidRDefault="00473347" w:rsidP="0047334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473347">
                              <w:rPr>
                                <w:sz w:val="32"/>
                                <w:szCs w:val="32"/>
                              </w:rPr>
                              <w:t>(Skizze nicht maßstäblich)</w:t>
                            </w:r>
                          </w:p>
                          <w:p w:rsidR="00473347" w:rsidRDefault="00473347" w:rsidP="0047334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29F4A" id="Textfeld 2" o:spid="_x0000_s1054" type="#_x0000_t202" style="position:absolute;margin-left:521pt;margin-top:230.6pt;width:223.7pt;height:34.2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" stroked="f">
                <v:textbox>
                  <w:txbxContent>
                    <w:p w:rsidR="00473347" w:rsidRPr="00473347" w:rsidRDefault="00473347" w:rsidP="00473347">
                      <w:pPr>
                        <w:rPr>
                          <w:sz w:val="32"/>
                          <w:szCs w:val="32"/>
                        </w:rPr>
                      </w:pPr>
                      <w:r w:rsidRPr="00473347">
                        <w:rPr>
                          <w:sz w:val="32"/>
                          <w:szCs w:val="32"/>
                        </w:rPr>
                        <w:t>(Skizze nicht maßstäblich)</w:t>
                      </w:r>
                    </w:p>
                    <w:p w:rsidR="00473347" w:rsidRDefault="00473347" w:rsidP="00473347"/>
                  </w:txbxContent>
                </v:textbox>
                <w10:wrap anchorx="margin"/>
              </v:shape>
            </w:pict>
          </mc:Fallback>
        </mc:AlternateContent>
      </w:r>
    </w:p>
    <w:sectPr w:rsidR="00A82E4E" w:rsidRPr="00774E83" w:rsidSect="00774E8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0A6"/>
    <w:rsid w:val="000D60A6"/>
    <w:rsid w:val="00176308"/>
    <w:rsid w:val="001D34C5"/>
    <w:rsid w:val="00232126"/>
    <w:rsid w:val="002632C1"/>
    <w:rsid w:val="002E772D"/>
    <w:rsid w:val="00316AD7"/>
    <w:rsid w:val="0032295B"/>
    <w:rsid w:val="003B450E"/>
    <w:rsid w:val="003C0764"/>
    <w:rsid w:val="003F2BF5"/>
    <w:rsid w:val="00472AE3"/>
    <w:rsid w:val="00473347"/>
    <w:rsid w:val="004B595C"/>
    <w:rsid w:val="004E1C51"/>
    <w:rsid w:val="00573373"/>
    <w:rsid w:val="005909D9"/>
    <w:rsid w:val="005B577B"/>
    <w:rsid w:val="005C2A45"/>
    <w:rsid w:val="005C626C"/>
    <w:rsid w:val="006C2C59"/>
    <w:rsid w:val="00740FA2"/>
    <w:rsid w:val="0076208F"/>
    <w:rsid w:val="00774E83"/>
    <w:rsid w:val="007D169D"/>
    <w:rsid w:val="007F64DE"/>
    <w:rsid w:val="00853093"/>
    <w:rsid w:val="008F0942"/>
    <w:rsid w:val="008F2736"/>
    <w:rsid w:val="008F32B4"/>
    <w:rsid w:val="008F63FB"/>
    <w:rsid w:val="008F6579"/>
    <w:rsid w:val="00910897"/>
    <w:rsid w:val="009176D4"/>
    <w:rsid w:val="00942513"/>
    <w:rsid w:val="00943F68"/>
    <w:rsid w:val="009E5CE2"/>
    <w:rsid w:val="009E6FA1"/>
    <w:rsid w:val="00A0791F"/>
    <w:rsid w:val="00A138F4"/>
    <w:rsid w:val="00A27E56"/>
    <w:rsid w:val="00A467B1"/>
    <w:rsid w:val="00A57D50"/>
    <w:rsid w:val="00A82E4E"/>
    <w:rsid w:val="00B17B36"/>
    <w:rsid w:val="00B42B92"/>
    <w:rsid w:val="00B55E44"/>
    <w:rsid w:val="00BA0894"/>
    <w:rsid w:val="00BB5399"/>
    <w:rsid w:val="00BF5D39"/>
    <w:rsid w:val="00C11AFC"/>
    <w:rsid w:val="00C960E9"/>
    <w:rsid w:val="00CE6518"/>
    <w:rsid w:val="00D05412"/>
    <w:rsid w:val="00D36975"/>
    <w:rsid w:val="00D41991"/>
    <w:rsid w:val="00DC6D28"/>
    <w:rsid w:val="00E13961"/>
    <w:rsid w:val="00E67B7D"/>
    <w:rsid w:val="00F478E1"/>
    <w:rsid w:val="00F7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5E563"/>
  <w15:docId w15:val="{52731D87-E958-499B-993D-73FBF757F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42B92"/>
    <w:pPr>
      <w:spacing w:after="120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5D39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5D39"/>
    <w:pPr>
      <w:keepNext/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5D39"/>
    <w:rPr>
      <w:rFonts w:ascii="Arial" w:eastAsia="Calibri" w:hAnsi="Arial" w:cs="Arial"/>
      <w:b/>
      <w:bCs/>
      <w:kern w:val="32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F5D39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paragraph" w:customStyle="1" w:styleId="Linien">
    <w:name w:val="Linien"/>
    <w:basedOn w:val="Standard"/>
    <w:rsid w:val="005C626C"/>
    <w:pPr>
      <w:tabs>
        <w:tab w:val="right" w:leader="underscore" w:pos="9921"/>
      </w:tabs>
      <w:spacing w:line="480" w:lineRule="auto"/>
    </w:pPr>
    <w:rPr>
      <w:rFonts w:eastAsia="Times New Roman" w:cs="Arial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E-Bu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04AA4-5CBD-4015-8EC4-DFE5B75F1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E-Buch.dotx</Template>
  <TotalTime>0</TotalTime>
  <Pages>1</Pages>
  <Words>18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6</cp:revision>
  <dcterms:created xsi:type="dcterms:W3CDTF">2022-04-14T06:40:00Z</dcterms:created>
  <dcterms:modified xsi:type="dcterms:W3CDTF">2022-04-14T06:55:00Z</dcterms:modified>
</cp:coreProperties>
</file>